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Протокол результатов школьного этапа всероссийской олимпиады школьников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по общеобразовательному предмету </w:t>
      </w:r>
      <w:r>
        <w:rPr>
          <w:rFonts w:cs="Times New Roman" w:ascii="Times New Roman" w:hAnsi="Times New Roman"/>
          <w:b/>
          <w:bCs/>
          <w:i/>
          <w:iCs/>
        </w:rPr>
        <w:t>«</w:t>
      </w:r>
      <w:r>
        <w:rPr>
          <w:rFonts w:cs="Times New Roman" w:ascii="Times New Roman" w:hAnsi="Times New Roman"/>
          <w:b/>
          <w:bCs/>
          <w:i/>
          <w:iCs/>
          <w:color w:val="auto"/>
        </w:rPr>
        <w:t>История</w:t>
      </w:r>
      <w:r>
        <w:rPr>
          <w:rFonts w:cs="Times New Roman" w:ascii="Times New Roman" w:hAnsi="Times New Roman"/>
          <w:b/>
          <w:bCs/>
          <w:i/>
          <w:iCs/>
        </w:rPr>
        <w:t>»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2025-2026 учебный год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Рейтинговый список участников школьного этапа олимпиады по предмету:</w:t>
      </w:r>
    </w:p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82"/>
        <w:gridCol w:w="3842"/>
        <w:gridCol w:w="2351"/>
        <w:gridCol w:w="2349"/>
      </w:tblGrid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Класс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ФИО участника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набранных баллов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Результат участия</w:t>
            </w:r>
          </w:p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(победитель / призер / участие)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Крючкова Александра Дмитриевна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79 (из 100)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Греб Анастасия Дмитриевна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78 (из 100)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Крыжов Евгений Андреевич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67 (из 100)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Шлимаков Никита Иванович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58 (из 100)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Участник 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Кулаков Дмитрий Андреевич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50 (из 100)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</w:tbl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654"/>
        <w:gridCol w:w="960"/>
        <w:gridCol w:w="900"/>
        <w:gridCol w:w="916"/>
        <w:gridCol w:w="794"/>
        <w:gridCol w:w="840"/>
        <w:gridCol w:w="796"/>
        <w:gridCol w:w="795"/>
        <w:gridCol w:w="869"/>
      </w:tblGrid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 кл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 кл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 кл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 кл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 кл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 кл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 кл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 кл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участников школьного этапа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победителей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призеров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</w:r>
          </w:p>
        </w:tc>
      </w:tr>
    </w:tbl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hanging="0" w:left="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</w:rPr>
        <w:t xml:space="preserve">Учитель: </w:t>
      </w:r>
      <w:r>
        <w:rPr>
          <w:rFonts w:cs="Times New Roman" w:ascii="Times New Roman" w:hAnsi="Times New Roman"/>
          <w:color w:val="auto"/>
        </w:rPr>
        <w:t>Овчаренко Инга Викторовна, учитель истории и обществознания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754e7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Standard" w:customStyle="1">
    <w:name w:val="Standard"/>
    <w:qFormat/>
    <w:rsid w:val="00e754e7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eastAsia="zh-CN" w:bidi="hi-IN" w:val="ru-RU"/>
    </w:rPr>
  </w:style>
  <w:style w:type="paragraph" w:styleId="ListParagraph">
    <w:name w:val="List Paragraph"/>
    <w:basedOn w:val="Standard"/>
    <w:qFormat/>
    <w:rsid w:val="00e754e7"/>
    <w:pPr>
      <w:spacing w:before="0" w:after="200"/>
      <w:ind w:left="720"/>
      <w:contextualSpacing/>
    </w:pPr>
    <w:rPr/>
  </w:style>
  <w:style w:type="paragraph" w:styleId="Style16" w:customStyle="1">
    <w:name w:val="Содержимое таблицы"/>
    <w:basedOn w:val="Standard"/>
    <w:qFormat/>
    <w:rsid w:val="00e754e7"/>
    <w:pPr>
      <w:suppressLineNumbers/>
    </w:pPr>
    <w:rPr/>
  </w:style>
  <w:style w:type="paragraph" w:styleId="Style17" w:customStyle="1">
    <w:name w:val="Заголовок таблицы"/>
    <w:basedOn w:val="Style16"/>
    <w:qFormat/>
    <w:rsid w:val="00e754e7"/>
    <w:pPr>
      <w:jc w:val="center"/>
    </w:pPr>
    <w:rPr>
      <w:b/>
      <w:bCs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0237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Протокола проведения ВсОШ по истории на школьном этапе</Template>
  <TotalTime>60</TotalTime>
  <Application>LibreOffice/25.2.6.2$Windows_X86_64 LibreOffice_project/729c5bfe710f5eb71ed3bbde9e06a6065e9c6c5d</Application>
  <AppVersion>15.0000</AppVersion>
  <Pages>1</Pages>
  <Words>110</Words>
  <Characters>626</Characters>
  <CharactersWithSpaces>693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2023-10-09T13:32:00Z</dcterms:created>
  <dc:creator>User</dc:creator>
  <dc:description/>
  <dc:language>ru-RU</dc:language>
  <cp:lastModifiedBy/>
  <dcterms:modified xsi:type="dcterms:W3CDTF">2025-10-22T10:35:47Z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